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01" w:rsidRDefault="00781B32">
      <w:pPr>
        <w:pStyle w:val="Title"/>
      </w:pPr>
      <w:r>
        <w:fldChar w:fldCharType="begin"/>
      </w:r>
      <w:r>
        <w:instrText xml:space="preserve"> MACROBUTTON "" Type the name of the lesson here </w:instrText>
      </w:r>
      <w:r>
        <w:fldChar w:fldCharType="end"/>
      </w:r>
    </w:p>
    <w:p w:rsidR="001F4D01" w:rsidRDefault="00781B32"/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"/>
        <w:gridCol w:w="1440"/>
        <w:gridCol w:w="1378"/>
        <w:gridCol w:w="242"/>
        <w:gridCol w:w="1260"/>
        <w:gridCol w:w="2700"/>
        <w:gridCol w:w="1800"/>
        <w:gridCol w:w="1800"/>
        <w:gridCol w:w="720"/>
        <w:gridCol w:w="3060"/>
      </w:tblGrid>
      <w:tr w:rsidR="001F4D01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F4D01" w:rsidRDefault="00781B32">
            <w:pPr>
              <w:pStyle w:val="Heading1"/>
              <w:outlineLvl w:val="0"/>
            </w:pPr>
            <w:r>
              <w:t>Grade Level: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D01" w:rsidRDefault="00781B32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F4D01" w:rsidRDefault="00781B32">
            <w:pPr>
              <w:pStyle w:val="Heading1"/>
              <w:jc w:val="right"/>
              <w:outlineLvl w:val="0"/>
            </w:pPr>
            <w:r>
              <w:t>Subject: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D01" w:rsidRDefault="00781B32">
            <w:pPr>
              <w:pStyle w:val="Heading1"/>
              <w:outlineLvl w:val="0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F4D01" w:rsidRDefault="00781B32">
            <w:pPr>
              <w:pStyle w:val="Heading1"/>
              <w:jc w:val="right"/>
              <w:outlineLvl w:val="0"/>
            </w:pPr>
            <w:r>
              <w:t>Prepared By: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4D01" w:rsidRDefault="00781B32">
            <w:pPr>
              <w:rPr>
                <w:b/>
                <w:bCs/>
              </w:rPr>
            </w:pPr>
          </w:p>
        </w:tc>
      </w:tr>
      <w:tr w:rsidR="001F4D01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4407" w:type="dxa"/>
            <w:gridSpan w:val="10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F4D01" w:rsidRPr="001F4D01" w:rsidRDefault="00781B32">
            <w:pPr>
              <w:pStyle w:val="Heading1"/>
              <w:outlineLvl w:val="0"/>
              <w:rPr>
                <w:b w:val="0"/>
              </w:rPr>
            </w:pPr>
            <w:r>
              <w:t xml:space="preserve">Overview &amp; Purpose: </w:t>
            </w:r>
            <w:r>
              <w:rPr>
                <w:b w:val="0"/>
              </w:rPr>
              <w:t xml:space="preserve"> </w:t>
            </w:r>
          </w:p>
          <w:p w:rsidR="001F4D01" w:rsidRPr="001F4D01" w:rsidRDefault="00781B32">
            <w:pPr>
              <w:pStyle w:val="Heading1"/>
              <w:outlineLvl w:val="0"/>
            </w:pPr>
            <w:r w:rsidRPr="001F4D01">
              <w:rPr>
                <w:b w:val="0"/>
              </w:rPr>
              <w:t>What will be learned and why it is useful.</w:t>
            </w:r>
          </w:p>
        </w:tc>
      </w:tr>
      <w:tr w:rsidR="001F4D01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7027" w:type="dxa"/>
            <w:gridSpan w:val="6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F4D01" w:rsidRDefault="00781B32">
            <w:pPr>
              <w:pStyle w:val="Heading1"/>
              <w:outlineLvl w:val="0"/>
            </w:pPr>
            <w:r>
              <w:t>Education Standards Addressed</w:t>
            </w:r>
          </w:p>
          <w:p w:rsidR="001F4D01" w:rsidRPr="001F4D01" w:rsidRDefault="00781B32">
            <w:r w:rsidRPr="001F4D01">
              <w:t>What state/county education standards that this lesson satisfies.</w:t>
            </w:r>
          </w:p>
        </w:tc>
        <w:tc>
          <w:tcPr>
            <w:tcW w:w="7380" w:type="dxa"/>
            <w:gridSpan w:val="4"/>
            <w:tcBorders>
              <w:bottom w:val="single" w:sz="4" w:space="0" w:color="auto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F4D01" w:rsidRPr="001F4D01" w:rsidRDefault="00781B32">
            <w:pPr>
              <w:rPr>
                <w:b/>
              </w:rPr>
            </w:pPr>
            <w:r w:rsidRPr="001F4D01">
              <w:rPr>
                <w:b/>
              </w:rPr>
              <w:t>Na</w:t>
            </w:r>
            <w:r w:rsidRPr="001F4D01">
              <w:rPr>
                <w:b/>
              </w:rPr>
              <w:t>tional Technology Education Standards (NETS) Addressed</w:t>
            </w:r>
          </w:p>
          <w:p w:rsidR="001F4D01" w:rsidRPr="001F4D01" w:rsidRDefault="00781B32">
            <w:r w:rsidRPr="001F4D01">
              <w:t>What technology standards this lesson satisfies.</w:t>
            </w:r>
          </w:p>
        </w:tc>
      </w:tr>
      <w:tr w:rsidR="003A1C9C">
        <w:tblPrEx>
          <w:tblCellMar>
            <w:top w:w="0" w:type="dxa"/>
            <w:bottom w:w="0" w:type="dxa"/>
          </w:tblCellMar>
        </w:tblPrEx>
        <w:trPr>
          <w:trHeight w:val="1228"/>
        </w:trPr>
        <w:tc>
          <w:tcPr>
            <w:tcW w:w="2825" w:type="dxa"/>
            <w:gridSpan w:val="3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1F4D01" w:rsidRDefault="00781B32">
            <w:pPr>
              <w:pStyle w:val="Heading1"/>
              <w:outlineLvl w:val="0"/>
            </w:pPr>
            <w:r>
              <w:t>Objectives</w:t>
            </w:r>
          </w:p>
          <w:p w:rsidR="001F4D01" w:rsidRPr="001F4D01" w:rsidRDefault="00781B32" w:rsidP="003A1C9C">
            <w:pPr>
              <w:pStyle w:val="BodyText"/>
              <w:jc w:val="center"/>
              <w:rPr>
                <w:i/>
                <w:sz w:val="18"/>
              </w:rPr>
            </w:pPr>
            <w:r w:rsidRPr="001F4D01">
              <w:rPr>
                <w:i/>
                <w:sz w:val="18"/>
              </w:rPr>
              <w:t>(Specify skills/information that will be learned.)</w:t>
            </w:r>
          </w:p>
        </w:tc>
        <w:tc>
          <w:tcPr>
            <w:tcW w:w="8522" w:type="dxa"/>
            <w:gridSpan w:val="6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  <w:tc>
          <w:tcPr>
            <w:tcW w:w="3060" w:type="dxa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Materials Needed</w:t>
            </w:r>
          </w:p>
          <w:p w:rsidR="003A1C9C" w:rsidRDefault="00781B32">
            <w:pPr>
              <w:numPr>
                <w:ilvl w:val="0"/>
                <w:numId w:val="3"/>
              </w:numPr>
            </w:pPr>
            <w:r>
              <w:t>Paper</w:t>
            </w:r>
          </w:p>
          <w:p w:rsidR="003A1C9C" w:rsidRDefault="00781B32">
            <w:pPr>
              <w:numPr>
                <w:ilvl w:val="0"/>
                <w:numId w:val="3"/>
              </w:numPr>
            </w:pPr>
            <w:r>
              <w:t>Pencil</w:t>
            </w:r>
          </w:p>
          <w:p w:rsidR="003A1C9C" w:rsidRDefault="00781B32">
            <w:pPr>
              <w:numPr>
                <w:ilvl w:val="0"/>
                <w:numId w:val="3"/>
              </w:numPr>
            </w:pPr>
            <w:r>
              <w:t>Others</w:t>
            </w:r>
          </w:p>
        </w:tc>
      </w:tr>
      <w:tr w:rsidR="003A1C9C">
        <w:tblPrEx>
          <w:tblCellMar>
            <w:top w:w="0" w:type="dxa"/>
            <w:bottom w:w="0" w:type="dxa"/>
          </w:tblCellMar>
        </w:tblPrEx>
        <w:trPr>
          <w:trHeight w:val="1273"/>
        </w:trPr>
        <w:tc>
          <w:tcPr>
            <w:tcW w:w="2825" w:type="dxa"/>
            <w:gridSpan w:val="3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Information</w:t>
            </w:r>
          </w:p>
          <w:p w:rsidR="003A1C9C" w:rsidRDefault="00781B32" w:rsidP="003A1C9C">
            <w:pPr>
              <w:pStyle w:val="BodyText"/>
              <w:jc w:val="center"/>
            </w:pPr>
            <w:r>
              <w:t>(</w:t>
            </w:r>
            <w:r w:rsidRPr="001F4D01">
              <w:rPr>
                <w:i/>
                <w:sz w:val="18"/>
              </w:rPr>
              <w:t>Give and/or demonstrate necessary inf</w:t>
            </w:r>
            <w:r w:rsidRPr="001F4D01">
              <w:rPr>
                <w:i/>
                <w:sz w:val="18"/>
              </w:rPr>
              <w:t>ormation)</w:t>
            </w:r>
          </w:p>
          <w:p w:rsidR="003A1C9C" w:rsidRDefault="00781B32"/>
        </w:tc>
        <w:tc>
          <w:tcPr>
            <w:tcW w:w="8522" w:type="dxa"/>
            <w:gridSpan w:val="6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  <w:tc>
          <w:tcPr>
            <w:tcW w:w="3060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</w:tr>
      <w:tr w:rsidR="003A1C9C">
        <w:tblPrEx>
          <w:tblCellMar>
            <w:top w:w="0" w:type="dxa"/>
            <w:bottom w:w="0" w:type="dxa"/>
          </w:tblCellMar>
        </w:tblPrEx>
        <w:trPr>
          <w:trHeight w:val="1489"/>
        </w:trPr>
        <w:tc>
          <w:tcPr>
            <w:tcW w:w="2825" w:type="dxa"/>
            <w:gridSpan w:val="3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Verification</w:t>
            </w:r>
          </w:p>
          <w:p w:rsidR="003A1C9C" w:rsidRPr="001F4D01" w:rsidRDefault="00781B32" w:rsidP="003A1C9C">
            <w:pPr>
              <w:pStyle w:val="BodyText"/>
              <w:jc w:val="center"/>
              <w:rPr>
                <w:i/>
                <w:sz w:val="18"/>
              </w:rPr>
            </w:pPr>
            <w:r w:rsidRPr="001F4D01">
              <w:rPr>
                <w:i/>
                <w:sz w:val="18"/>
              </w:rPr>
              <w:t>(Steps to check for student understanding)</w:t>
            </w:r>
          </w:p>
          <w:p w:rsidR="003A1C9C" w:rsidRDefault="00781B32"/>
        </w:tc>
        <w:tc>
          <w:tcPr>
            <w:tcW w:w="8522" w:type="dxa"/>
            <w:gridSpan w:val="6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  <w:tc>
          <w:tcPr>
            <w:tcW w:w="3060" w:type="dxa"/>
            <w:vMerge w:val="restart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Other Resources</w:t>
            </w:r>
          </w:p>
          <w:p w:rsidR="003A1C9C" w:rsidRPr="001F4D01" w:rsidRDefault="00781B32" w:rsidP="003A1C9C">
            <w:pPr>
              <w:pStyle w:val="BodyText"/>
              <w:jc w:val="center"/>
              <w:rPr>
                <w:i/>
                <w:sz w:val="18"/>
              </w:rPr>
            </w:pPr>
            <w:r w:rsidRPr="001F4D01">
              <w:rPr>
                <w:i/>
                <w:sz w:val="18"/>
              </w:rPr>
              <w:t>(</w:t>
            </w:r>
            <w:proofErr w:type="gramStart"/>
            <w:r w:rsidRPr="001F4D01">
              <w:rPr>
                <w:i/>
                <w:sz w:val="18"/>
              </w:rPr>
              <w:t>e.g</w:t>
            </w:r>
            <w:proofErr w:type="gramEnd"/>
            <w:r w:rsidRPr="001F4D01">
              <w:rPr>
                <w:i/>
                <w:sz w:val="18"/>
              </w:rPr>
              <w:t>. Web, books, etc.)</w:t>
            </w:r>
          </w:p>
          <w:p w:rsidR="003A1C9C" w:rsidRDefault="00781B32"/>
        </w:tc>
      </w:tr>
      <w:tr w:rsidR="003A1C9C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2825" w:type="dxa"/>
            <w:gridSpan w:val="3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Activity</w:t>
            </w:r>
          </w:p>
          <w:p w:rsidR="003A1C9C" w:rsidRPr="001F4D01" w:rsidRDefault="00781B32" w:rsidP="003A1C9C">
            <w:pPr>
              <w:pStyle w:val="BodyText"/>
              <w:jc w:val="center"/>
              <w:rPr>
                <w:i/>
                <w:sz w:val="18"/>
              </w:rPr>
            </w:pPr>
            <w:r w:rsidRPr="001F4D01">
              <w:rPr>
                <w:i/>
                <w:sz w:val="18"/>
              </w:rPr>
              <w:t>(Describe the independent activity to reinforce this lesson)</w:t>
            </w:r>
          </w:p>
          <w:p w:rsidR="003A1C9C" w:rsidRDefault="00781B32"/>
          <w:p w:rsidR="003A1C9C" w:rsidRDefault="00781B32"/>
        </w:tc>
        <w:tc>
          <w:tcPr>
            <w:tcW w:w="8522" w:type="dxa"/>
            <w:gridSpan w:val="6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  <w:tc>
          <w:tcPr>
            <w:tcW w:w="3060" w:type="dxa"/>
            <w:vMerge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</w:tr>
      <w:tr w:rsidR="003A1C9C">
        <w:tblPrEx>
          <w:tblCellMar>
            <w:top w:w="0" w:type="dxa"/>
            <w:bottom w:w="0" w:type="dxa"/>
          </w:tblCellMar>
        </w:tblPrEx>
        <w:trPr>
          <w:trHeight w:val="1552"/>
        </w:trPr>
        <w:tc>
          <w:tcPr>
            <w:tcW w:w="2825" w:type="dxa"/>
            <w:gridSpan w:val="3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Summary</w:t>
            </w:r>
          </w:p>
          <w:p w:rsidR="003A1C9C" w:rsidRPr="001F4D01" w:rsidRDefault="00781B32" w:rsidP="003A1C9C">
            <w:pPr>
              <w:pStyle w:val="BodyText"/>
              <w:jc w:val="center"/>
              <w:rPr>
                <w:i/>
                <w:sz w:val="18"/>
              </w:rPr>
            </w:pPr>
            <w:r w:rsidRPr="001F4D01">
              <w:rPr>
                <w:i/>
                <w:sz w:val="18"/>
              </w:rPr>
              <w:t>(Reflection, thoughts, Ideas for next time)</w:t>
            </w:r>
          </w:p>
        </w:tc>
        <w:tc>
          <w:tcPr>
            <w:tcW w:w="8522" w:type="dxa"/>
            <w:gridSpan w:val="6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/>
        </w:tc>
        <w:tc>
          <w:tcPr>
            <w:tcW w:w="306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A1C9C" w:rsidRDefault="00781B32">
            <w:pPr>
              <w:pStyle w:val="Heading1"/>
              <w:outlineLvl w:val="0"/>
            </w:pPr>
            <w:r>
              <w:t>Additional Not</w:t>
            </w:r>
            <w:r>
              <w:t>es</w:t>
            </w:r>
          </w:p>
          <w:p w:rsidR="003A1C9C" w:rsidRDefault="00781B32"/>
        </w:tc>
      </w:tr>
    </w:tbl>
    <w:p w:rsidR="003A1C9C" w:rsidRDefault="00781B32"/>
    <w:sectPr w:rsidR="003A1C9C" w:rsidSect="003A1C9C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A25D4"/>
    <w:multiLevelType w:val="hybridMultilevel"/>
    <w:tmpl w:val="0450F188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3027AF"/>
    <w:multiLevelType w:val="hybridMultilevel"/>
    <w:tmpl w:val="4524CD46"/>
    <w:lvl w:ilvl="0" w:tplc="34B2E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81615D"/>
    <w:multiLevelType w:val="hybridMultilevel"/>
    <w:tmpl w:val="F9FE124E"/>
    <w:lvl w:ilvl="0" w:tplc="34B2EB2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proofState w:spelling="clean" w:grammar="clean"/>
  <w:attachedTemplate r:id="rId1"/>
  <w:stylePaneFormatFilter w:val="0000"/>
  <w:defaultTabStop w:val="720"/>
  <w:noPunctuationKerning/>
  <w:characterSpacingControl w:val="doNotCompress"/>
  <w:compat/>
  <w:rsids>
    <w:rsidRoot w:val="001F4D01"/>
    <w:rsid w:val="002D1014"/>
    <w:rsid w:val="0078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BodyText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40"/>
    </w:rPr>
  </w:style>
  <w:style w:type="paragraph" w:styleId="BodyText">
    <w:name w:val="Body Text"/>
    <w:basedOn w:val="Normal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4:Templates:My%20Templates:LessonPlan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LessonPlanTemplate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name of the lesson here </vt:lpstr>
    </vt:vector>
  </TitlesOfParts>
  <Company>Microsoft Corporation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name of the lesson here</dc:title>
  <dc:creator>Franklin</dc:creator>
  <cp:lastModifiedBy>TLind</cp:lastModifiedBy>
  <cp:revision>2</cp:revision>
  <cp:lastPrinted>2000-09-01T18:40:00Z</cp:lastPrinted>
  <dcterms:created xsi:type="dcterms:W3CDTF">2011-06-21T13:30:00Z</dcterms:created>
  <dcterms:modified xsi:type="dcterms:W3CDTF">2011-06-21T13:30:00Z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TC010184001033</vt:lpwstr>
  </property>
</Properties>
</file>